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478" w:rsidRPr="00864478" w:rsidRDefault="00864478" w:rsidP="00864478">
      <w:pPr>
        <w:keepNext/>
        <w:keepLines/>
        <w:spacing w:before="240" w:after="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Übungseinsatz </w:t>
      </w: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C – Gefahrstoffe</w:t>
      </w:r>
    </w:p>
    <w:p w:rsidR="00864478" w:rsidRPr="00864478" w:rsidRDefault="00864478" w:rsidP="00864478">
      <w:pPr>
        <w:spacing w:after="160" w:line="259" w:lineRule="auto"/>
      </w:pPr>
    </w:p>
    <w:p w:rsidR="00864478" w:rsidRPr="00864478" w:rsidRDefault="00864478" w:rsidP="00864478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Allgemeine Lage</w:t>
      </w:r>
    </w:p>
    <w:p w:rsidR="00864478" w:rsidRPr="00864478" w:rsidRDefault="00864478" w:rsidP="00864478">
      <w:pPr>
        <w:spacing w:after="160" w:line="259" w:lineRule="auto"/>
      </w:pPr>
      <w:r w:rsidRPr="00864478">
        <w:t>Ort:</w:t>
      </w:r>
      <w:r w:rsidRPr="00864478">
        <w:tab/>
      </w:r>
      <w:r w:rsidRPr="00864478">
        <w:tab/>
        <w:t>Gymnasium</w:t>
      </w:r>
    </w:p>
    <w:p w:rsidR="00864478" w:rsidRPr="00864478" w:rsidRDefault="00864478" w:rsidP="00864478">
      <w:pPr>
        <w:spacing w:after="160" w:line="259" w:lineRule="auto"/>
      </w:pPr>
      <w:r w:rsidRPr="00864478">
        <w:t>Zeit:</w:t>
      </w:r>
      <w:r w:rsidRPr="00864478">
        <w:tab/>
      </w:r>
      <w:r w:rsidRPr="00864478">
        <w:tab/>
        <w:t>09.45, Donnerstag</w:t>
      </w:r>
    </w:p>
    <w:p w:rsidR="00864478" w:rsidRPr="00864478" w:rsidRDefault="00864478" w:rsidP="00864478">
      <w:pPr>
        <w:spacing w:after="160" w:line="259" w:lineRule="auto"/>
      </w:pPr>
      <w:r w:rsidRPr="00864478">
        <w:t>Wetter:</w:t>
      </w:r>
      <w:r w:rsidRPr="00864478">
        <w:tab/>
      </w:r>
      <w:r w:rsidRPr="00864478">
        <w:tab/>
        <w:t>7°C, diesig, Windstärke ca. 1</w:t>
      </w:r>
    </w:p>
    <w:p w:rsidR="00864478" w:rsidRPr="00864478" w:rsidRDefault="00864478" w:rsidP="00864478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Gefahren-/ Schadenlage</w:t>
      </w:r>
    </w:p>
    <w:p w:rsidR="00864478" w:rsidRPr="00864478" w:rsidRDefault="00864478" w:rsidP="00864478">
      <w:pPr>
        <w:spacing w:after="160" w:line="259" w:lineRule="auto"/>
      </w:pPr>
      <w:r w:rsidRPr="00864478">
        <w:t>Während der Frühstückspause ( = 1. Große Schulpause) wird von der Post (DHL) eine Chemikaliensendung angeliefert. Im engen Zugangsbereich zum chem.  Lehrbereich rutschen dem Zusteller verschiedene Kleingebinde von der Schubkarre, weiße Flüssigkeit ist am Boden erkennbar.</w:t>
      </w:r>
    </w:p>
    <w:p w:rsidR="00864478" w:rsidRPr="00864478" w:rsidRDefault="00864478" w:rsidP="00864478">
      <w:pPr>
        <w:spacing w:after="160" w:line="259" w:lineRule="auto"/>
      </w:pPr>
      <w:r w:rsidRPr="00864478">
        <w:t>Nach Aussage des Zustellers befinden sich verschiedene Gefahrzettel auf den Paketen, so zu deuten – entzündbar –  ätzend – umweltgefährlich – giftig.</w:t>
      </w:r>
    </w:p>
    <w:p w:rsidR="00864478" w:rsidRPr="00864478" w:rsidRDefault="00864478" w:rsidP="00864478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Eigene Lage</w:t>
      </w:r>
    </w:p>
    <w:p w:rsidR="00864478" w:rsidRPr="00864478" w:rsidRDefault="00864478" w:rsidP="00864478">
      <w:pPr>
        <w:spacing w:after="160" w:line="259" w:lineRule="auto"/>
      </w:pPr>
      <w:r w:rsidRPr="00864478">
        <w:t>1x LF 16 / 12</w:t>
      </w:r>
      <w:r w:rsidRPr="00864478">
        <w:tab/>
      </w:r>
      <w:r w:rsidRPr="00864478">
        <w:tab/>
      </w:r>
      <w:r w:rsidRPr="00864478">
        <w:tab/>
        <w:t>-</w:t>
      </w:r>
      <w:r w:rsidRPr="00864478">
        <w:tab/>
        <w:t xml:space="preserve">1 / 8 / </w:t>
      </w:r>
      <w:r w:rsidRPr="00864478">
        <w:rPr>
          <w:u w:val="single"/>
        </w:rPr>
        <w:t>9</w:t>
      </w:r>
    </w:p>
    <w:p w:rsidR="00864478" w:rsidRPr="00864478" w:rsidRDefault="00864478" w:rsidP="00864478">
      <w:pPr>
        <w:spacing w:after="160" w:line="259" w:lineRule="auto"/>
      </w:pPr>
      <w:r w:rsidRPr="00864478">
        <w:t>1x AB-AS</w:t>
      </w:r>
      <w:r w:rsidRPr="00864478">
        <w:tab/>
      </w:r>
      <w:r w:rsidRPr="00864478">
        <w:tab/>
      </w:r>
      <w:r w:rsidRPr="00864478">
        <w:tab/>
        <w:t>-</w:t>
      </w:r>
      <w:r w:rsidRPr="00864478">
        <w:tab/>
        <w:t xml:space="preserve">1 / 2 / </w:t>
      </w:r>
      <w:r w:rsidRPr="00864478">
        <w:rPr>
          <w:u w:val="single"/>
        </w:rPr>
        <w:t>3</w:t>
      </w:r>
    </w:p>
    <w:p w:rsidR="00864478" w:rsidRPr="00864478" w:rsidRDefault="00864478" w:rsidP="00864478">
      <w:pPr>
        <w:spacing w:after="160" w:line="259" w:lineRule="auto"/>
      </w:pPr>
      <w:r w:rsidRPr="00864478">
        <w:t>1x GW-G</w:t>
      </w:r>
      <w:r w:rsidRPr="00864478">
        <w:tab/>
      </w:r>
      <w:r w:rsidRPr="00864478">
        <w:tab/>
      </w:r>
      <w:r w:rsidRPr="00864478">
        <w:tab/>
        <w:t>-</w:t>
      </w:r>
      <w:r w:rsidRPr="00864478">
        <w:tab/>
        <w:t xml:space="preserve">1 / 1 / </w:t>
      </w:r>
      <w:r w:rsidRPr="00864478">
        <w:rPr>
          <w:u w:val="single"/>
        </w:rPr>
        <w:t>2</w:t>
      </w:r>
    </w:p>
    <w:p w:rsidR="00864478" w:rsidRPr="00864478" w:rsidRDefault="00864478" w:rsidP="00864478">
      <w:pPr>
        <w:spacing w:after="160" w:line="259" w:lineRule="auto"/>
        <w:rPr>
          <w:u w:val="single"/>
        </w:rPr>
      </w:pPr>
      <w:r w:rsidRPr="00864478">
        <w:tab/>
      </w:r>
      <w:r w:rsidRPr="00864478">
        <w:tab/>
      </w:r>
      <w:r w:rsidRPr="00864478">
        <w:tab/>
        <w:t>∑</w:t>
      </w:r>
      <w:r w:rsidRPr="00864478">
        <w:tab/>
        <w:t>-</w:t>
      </w:r>
      <w:r w:rsidRPr="00864478">
        <w:tab/>
        <w:t xml:space="preserve">1 / 11 / </w:t>
      </w:r>
      <w:r w:rsidRPr="00864478">
        <w:rPr>
          <w:u w:val="single"/>
        </w:rPr>
        <w:t>14</w:t>
      </w:r>
    </w:p>
    <w:p w:rsidR="00864478" w:rsidRPr="00864478" w:rsidRDefault="00864478" w:rsidP="00864478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Aufgaben</w:t>
      </w: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sym w:font="Wingdings" w:char="F0E0"/>
      </w: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  <w:t>Arbeitsabläufe</w:t>
      </w:r>
    </w:p>
    <w:p w:rsidR="00864478" w:rsidRPr="00864478" w:rsidRDefault="00864478" w:rsidP="00864478">
      <w:pPr>
        <w:numPr>
          <w:ilvl w:val="0"/>
          <w:numId w:val="27"/>
        </w:numPr>
        <w:spacing w:after="160" w:line="259" w:lineRule="auto"/>
        <w:contextualSpacing/>
      </w:pPr>
      <w:r w:rsidRPr="00864478">
        <w:t>Erkundung unter Vollschutz, Bereitstellung Sicherheitstrupp</w:t>
      </w:r>
    </w:p>
    <w:p w:rsidR="00864478" w:rsidRPr="00864478" w:rsidRDefault="00864478" w:rsidP="00864478">
      <w:pPr>
        <w:numPr>
          <w:ilvl w:val="0"/>
          <w:numId w:val="27"/>
        </w:numPr>
        <w:spacing w:after="160" w:line="259" w:lineRule="auto"/>
        <w:contextualSpacing/>
      </w:pPr>
      <w:r w:rsidRPr="00864478">
        <w:t>Aufbau Löschmittelbereitstellung (3- /4-fach)</w:t>
      </w:r>
    </w:p>
    <w:p w:rsidR="00864478" w:rsidRPr="00864478" w:rsidRDefault="00864478" w:rsidP="00864478">
      <w:pPr>
        <w:numPr>
          <w:ilvl w:val="0"/>
          <w:numId w:val="27"/>
        </w:numPr>
        <w:spacing w:after="160" w:line="259" w:lineRule="auto"/>
        <w:contextualSpacing/>
      </w:pPr>
      <w:r w:rsidRPr="00864478">
        <w:t xml:space="preserve">Dekontamination / Desinfektion </w:t>
      </w:r>
      <w:r w:rsidRPr="00864478">
        <w:sym w:font="Wingdings" w:char="F0E0"/>
      </w:r>
      <w:r w:rsidRPr="00864478">
        <w:t xml:space="preserve"> Aufbau Dekon Stelle</w:t>
      </w:r>
    </w:p>
    <w:p w:rsidR="00864478" w:rsidRPr="00864478" w:rsidRDefault="00864478" w:rsidP="00864478">
      <w:pPr>
        <w:spacing w:after="160" w:line="259" w:lineRule="auto"/>
      </w:pPr>
      <w:r w:rsidRPr="00864478">
        <w:t>Zu 1. Lageüberblick, anschließend</w:t>
      </w:r>
    </w:p>
    <w:p w:rsidR="00864478" w:rsidRPr="00864478" w:rsidRDefault="00864478" w:rsidP="00864478">
      <w:pPr>
        <w:numPr>
          <w:ilvl w:val="0"/>
          <w:numId w:val="28"/>
        </w:numPr>
        <w:spacing w:after="160" w:line="259" w:lineRule="auto"/>
        <w:contextualSpacing/>
      </w:pPr>
      <w:r w:rsidRPr="00864478">
        <w:t>Separieren, dazu isolieren austretender Stoffe von intakten Behältern = Gebinden</w:t>
      </w:r>
    </w:p>
    <w:p w:rsidR="00864478" w:rsidRPr="00864478" w:rsidRDefault="00864478" w:rsidP="00864478">
      <w:pPr>
        <w:numPr>
          <w:ilvl w:val="0"/>
          <w:numId w:val="28"/>
        </w:numPr>
        <w:spacing w:after="160" w:line="259" w:lineRule="auto"/>
        <w:contextualSpacing/>
      </w:pPr>
      <w:r w:rsidRPr="00864478">
        <w:t>Aufnahme des austretentenden Stoffes in verschließbaren Gefäßen mit Protokollierung</w:t>
      </w:r>
    </w:p>
    <w:p w:rsidR="00864478" w:rsidRPr="00864478" w:rsidRDefault="00864478" w:rsidP="00864478">
      <w:pPr>
        <w:numPr>
          <w:ilvl w:val="0"/>
          <w:numId w:val="28"/>
        </w:numPr>
        <w:spacing w:after="160" w:line="259" w:lineRule="auto"/>
        <w:contextualSpacing/>
      </w:pPr>
      <w:r w:rsidRPr="00864478">
        <w:t xml:space="preserve">Anschließend Dekon </w:t>
      </w:r>
    </w:p>
    <w:p w:rsidR="00864478" w:rsidRPr="00864478" w:rsidRDefault="00864478" w:rsidP="00864478">
      <w:pPr>
        <w:numPr>
          <w:ilvl w:val="0"/>
          <w:numId w:val="28"/>
        </w:numPr>
        <w:spacing w:after="160" w:line="259" w:lineRule="auto"/>
        <w:contextualSpacing/>
      </w:pPr>
      <w:r w:rsidRPr="00864478">
        <w:t>Übergabe Einsatzstelle an Untere Wasserbehörde (UWB) in Abstimmung mit GA</w:t>
      </w:r>
    </w:p>
    <w:p w:rsidR="00864478" w:rsidRDefault="00864478" w:rsidP="00864478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:rsidR="00864478" w:rsidRPr="00864478" w:rsidRDefault="00864478" w:rsidP="00864478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Vorbereitung</w:t>
      </w:r>
    </w:p>
    <w:p w:rsidR="00864478" w:rsidRPr="00864478" w:rsidRDefault="00864478" w:rsidP="00864478">
      <w:pPr>
        <w:spacing w:after="160" w:line="259" w:lineRule="auto"/>
      </w:pPr>
      <w:r w:rsidRPr="00864478">
        <w:t>Kleingebinde mit beschriebenem Gefahrzetteln bereitlegen, außerdem Glanzfolie, beschrieben ätzend. Flüssigkeit z.B. Wasser zur Produktdarstellung auslaufen lassen</w:t>
      </w:r>
    </w:p>
    <w:p w:rsidR="00864478" w:rsidRDefault="00864478" w:rsidP="00864478">
      <w:pPr>
        <w:spacing w:after="160" w:line="259" w:lineRule="auto"/>
      </w:pPr>
    </w:p>
    <w:p w:rsidR="00864478" w:rsidRDefault="00864478" w:rsidP="00864478">
      <w:pPr>
        <w:spacing w:after="160" w:line="259" w:lineRule="auto"/>
      </w:pPr>
    </w:p>
    <w:p w:rsidR="00864478" w:rsidRDefault="00864478" w:rsidP="00864478">
      <w:pPr>
        <w:spacing w:after="160" w:line="259" w:lineRule="auto"/>
      </w:pPr>
    </w:p>
    <w:p w:rsidR="00864478" w:rsidRDefault="00864478" w:rsidP="00864478">
      <w:pPr>
        <w:spacing w:after="160" w:line="259" w:lineRule="auto"/>
      </w:pPr>
    </w:p>
    <w:p w:rsidR="00864478" w:rsidRPr="00864478" w:rsidRDefault="00864478" w:rsidP="00864478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0" w:name="_GoBack"/>
      <w:bookmarkEnd w:id="0"/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lastRenderedPageBreak/>
        <w:t>Anweisungen durch Befehl (infolge Funktionszuordnung)</w:t>
      </w:r>
    </w:p>
    <w:p w:rsidR="00864478" w:rsidRPr="00864478" w:rsidRDefault="00864478" w:rsidP="00864478">
      <w:pPr>
        <w:spacing w:after="160" w:line="259" w:lineRule="auto"/>
      </w:pPr>
      <w:r w:rsidRPr="00864478">
        <w:t>WE …………….., Verteiler………………., 3-/4-facher Löschangriff</w:t>
      </w:r>
    </w:p>
    <w:p w:rsidR="00864478" w:rsidRPr="00864478" w:rsidRDefault="00864478" w:rsidP="00864478">
      <w:pPr>
        <w:spacing w:after="160" w:line="259" w:lineRule="auto"/>
      </w:pPr>
      <w:r w:rsidRPr="00864478">
        <w:t xml:space="preserve">ABC-Komponente: </w:t>
      </w:r>
      <w:r w:rsidRPr="00864478">
        <w:tab/>
      </w:r>
      <w:r w:rsidRPr="00864478">
        <w:rPr>
          <w:u w:val="single"/>
        </w:rPr>
        <w:t>Angriffstrupp + Melder</w:t>
      </w:r>
    </w:p>
    <w:p w:rsidR="00864478" w:rsidRPr="00864478" w:rsidRDefault="00864478" w:rsidP="00864478">
      <w:pPr>
        <w:spacing w:after="160" w:line="259" w:lineRule="auto"/>
        <w:ind w:left="2124" w:firstLine="6"/>
      </w:pPr>
      <w:r w:rsidRPr="00864478">
        <w:t>Zum Erkunden und Aufnahme auslaufender Stoffe unter CSA mit Explosionswarner und Probenahmesatz in den Bio/Chemielehrbereich vor!</w:t>
      </w:r>
    </w:p>
    <w:p w:rsidR="00864478" w:rsidRPr="00864478" w:rsidRDefault="00864478" w:rsidP="00864478">
      <w:pPr>
        <w:spacing w:after="160" w:line="259" w:lineRule="auto"/>
        <w:rPr>
          <w:u w:val="single"/>
        </w:rPr>
      </w:pPr>
      <w:r w:rsidRPr="00864478">
        <w:tab/>
      </w:r>
      <w:r w:rsidRPr="00864478">
        <w:tab/>
      </w:r>
      <w:r w:rsidRPr="00864478">
        <w:tab/>
      </w:r>
      <w:r w:rsidRPr="00864478">
        <w:rPr>
          <w:u w:val="single"/>
        </w:rPr>
        <w:t>Schlauchtrupp</w:t>
      </w:r>
    </w:p>
    <w:p w:rsidR="00864478" w:rsidRPr="00864478" w:rsidRDefault="00864478" w:rsidP="00864478">
      <w:pPr>
        <w:spacing w:after="160" w:line="259" w:lineRule="auto"/>
      </w:pPr>
      <w:r w:rsidRPr="00864478">
        <w:tab/>
      </w:r>
      <w:r w:rsidRPr="00864478">
        <w:tab/>
      </w:r>
      <w:r w:rsidRPr="00864478">
        <w:tab/>
        <w:t>Sicherheitstrupp</w:t>
      </w:r>
    </w:p>
    <w:p w:rsidR="00864478" w:rsidRPr="00864478" w:rsidRDefault="00864478" w:rsidP="00864478">
      <w:pPr>
        <w:spacing w:after="160" w:line="259" w:lineRule="auto"/>
        <w:rPr>
          <w:u w:val="single"/>
        </w:rPr>
      </w:pPr>
      <w:r w:rsidRPr="00864478">
        <w:tab/>
      </w:r>
      <w:r w:rsidRPr="00864478">
        <w:tab/>
      </w:r>
      <w:r w:rsidRPr="00864478">
        <w:tab/>
      </w:r>
      <w:r w:rsidRPr="00864478">
        <w:rPr>
          <w:u w:val="single"/>
        </w:rPr>
        <w:t>Wassertrupp</w:t>
      </w:r>
    </w:p>
    <w:p w:rsidR="00864478" w:rsidRPr="00864478" w:rsidRDefault="00864478" w:rsidP="00864478">
      <w:pPr>
        <w:spacing w:after="160" w:line="259" w:lineRule="auto"/>
      </w:pPr>
      <w:r w:rsidRPr="00864478">
        <w:tab/>
      </w:r>
      <w:r w:rsidRPr="00864478">
        <w:tab/>
      </w:r>
      <w:r w:rsidRPr="00864478">
        <w:tab/>
        <w:t>Dekon am Gefahrenbereich aufbauen</w:t>
      </w:r>
    </w:p>
    <w:p w:rsidR="00864478" w:rsidRPr="00864478" w:rsidRDefault="00864478" w:rsidP="00864478">
      <w:pPr>
        <w:spacing w:after="160" w:line="259" w:lineRule="auto"/>
        <w:rPr>
          <w:u w:val="single"/>
        </w:rPr>
      </w:pPr>
      <w:r w:rsidRPr="00864478">
        <w:tab/>
      </w:r>
      <w:r w:rsidRPr="00864478">
        <w:tab/>
      </w:r>
      <w:r w:rsidRPr="00864478">
        <w:tab/>
      </w:r>
      <w:r w:rsidRPr="00864478">
        <w:rPr>
          <w:u w:val="single"/>
        </w:rPr>
        <w:t>Maschinist AB-AS</w:t>
      </w:r>
    </w:p>
    <w:p w:rsidR="00864478" w:rsidRPr="00864478" w:rsidRDefault="00864478" w:rsidP="00864478">
      <w:pPr>
        <w:spacing w:after="160" w:line="259" w:lineRule="auto"/>
        <w:ind w:left="1416" w:firstLine="708"/>
      </w:pPr>
      <w:r w:rsidRPr="00864478">
        <w:t>Atemschutzdokumentation / Probenahmeprotokoll</w:t>
      </w:r>
    </w:p>
    <w:p w:rsidR="00864478" w:rsidRPr="00864478" w:rsidRDefault="00864478" w:rsidP="00864478">
      <w:pPr>
        <w:spacing w:after="160" w:line="259" w:lineRule="auto"/>
      </w:pPr>
      <w:r w:rsidRPr="00864478">
        <w:t>LF-Komponente:</w:t>
      </w:r>
      <w:r w:rsidRPr="00864478">
        <w:tab/>
        <w:t>-      Aufbau Löschmittel Bereitstellung</w:t>
      </w:r>
    </w:p>
    <w:p w:rsidR="00864478" w:rsidRPr="00864478" w:rsidRDefault="00864478" w:rsidP="00864478">
      <w:pPr>
        <w:numPr>
          <w:ilvl w:val="0"/>
          <w:numId w:val="29"/>
        </w:numPr>
        <w:spacing w:after="160" w:line="259" w:lineRule="auto"/>
        <w:contextualSpacing/>
      </w:pPr>
      <w:r w:rsidRPr="00864478">
        <w:t>Festlegen Sicherheitsbereich ( = Absperrzonen)</w:t>
      </w:r>
    </w:p>
    <w:p w:rsidR="00864478" w:rsidRPr="00864478" w:rsidRDefault="00864478" w:rsidP="00864478">
      <w:pPr>
        <w:numPr>
          <w:ilvl w:val="0"/>
          <w:numId w:val="29"/>
        </w:numPr>
        <w:spacing w:after="160" w:line="259" w:lineRule="auto"/>
        <w:contextualSpacing/>
      </w:pPr>
      <w:r w:rsidRPr="00864478">
        <w:t>Unterstützen beim Ausrüsten ( = Ankleiden mit CSA)</w:t>
      </w:r>
    </w:p>
    <w:p w:rsidR="00864478" w:rsidRPr="00864478" w:rsidRDefault="00864478" w:rsidP="00864478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86447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Gebinde/Stoffe</w:t>
      </w:r>
    </w:p>
    <w:p w:rsidR="00864478" w:rsidRPr="00864478" w:rsidRDefault="00864478" w:rsidP="00864478">
      <w:pPr>
        <w:spacing w:after="160" w:line="259" w:lineRule="auto"/>
      </w:pPr>
      <w:r w:rsidRPr="00864478">
        <w:t>Chemische Stoffe</w:t>
      </w:r>
    </w:p>
    <w:p w:rsidR="00864478" w:rsidRPr="00864478" w:rsidRDefault="00864478" w:rsidP="00864478">
      <w:pPr>
        <w:numPr>
          <w:ilvl w:val="0"/>
          <w:numId w:val="30"/>
        </w:numPr>
        <w:spacing w:after="160" w:line="259" w:lineRule="auto"/>
        <w:contextualSpacing/>
      </w:pPr>
      <w:r w:rsidRPr="00864478">
        <w:t>Aceton</w:t>
      </w:r>
    </w:p>
    <w:p w:rsidR="00864478" w:rsidRPr="00864478" w:rsidRDefault="00864478" w:rsidP="00864478">
      <w:pPr>
        <w:numPr>
          <w:ilvl w:val="0"/>
          <w:numId w:val="30"/>
        </w:numPr>
        <w:spacing w:after="160" w:line="259" w:lineRule="auto"/>
        <w:contextualSpacing/>
      </w:pPr>
      <w:r w:rsidRPr="00864478">
        <w:t>Diethylether</w:t>
      </w:r>
    </w:p>
    <w:p w:rsidR="00864478" w:rsidRPr="00864478" w:rsidRDefault="00864478" w:rsidP="00864478">
      <w:pPr>
        <w:numPr>
          <w:ilvl w:val="0"/>
          <w:numId w:val="30"/>
        </w:numPr>
        <w:spacing w:after="160" w:line="259" w:lineRule="auto"/>
        <w:contextualSpacing/>
      </w:pPr>
      <w:r w:rsidRPr="00864478">
        <w:t>Natriumhydroxid</w:t>
      </w:r>
    </w:p>
    <w:p w:rsidR="00864478" w:rsidRPr="00864478" w:rsidRDefault="00864478" w:rsidP="00864478">
      <w:pPr>
        <w:numPr>
          <w:ilvl w:val="0"/>
          <w:numId w:val="30"/>
        </w:numPr>
        <w:spacing w:after="160" w:line="259" w:lineRule="auto"/>
        <w:contextualSpacing/>
      </w:pPr>
      <w:r w:rsidRPr="00864478">
        <w:t>Natriumperoxid</w:t>
      </w:r>
    </w:p>
    <w:p w:rsidR="00864478" w:rsidRPr="00864478" w:rsidRDefault="00864478" w:rsidP="00864478">
      <w:pPr>
        <w:numPr>
          <w:ilvl w:val="0"/>
          <w:numId w:val="30"/>
        </w:numPr>
        <w:spacing w:after="160" w:line="259" w:lineRule="auto"/>
        <w:contextualSpacing/>
      </w:pPr>
      <w:r w:rsidRPr="00864478">
        <w:t>Peressigsäure</w:t>
      </w:r>
    </w:p>
    <w:p w:rsidR="00864478" w:rsidRPr="00864478" w:rsidRDefault="00864478" w:rsidP="00864478">
      <w:pPr>
        <w:numPr>
          <w:ilvl w:val="0"/>
          <w:numId w:val="30"/>
        </w:numPr>
        <w:spacing w:after="160" w:line="259" w:lineRule="auto"/>
        <w:contextualSpacing/>
      </w:pPr>
      <w:r w:rsidRPr="00864478">
        <w:t>Salpetersäure</w:t>
      </w:r>
    </w:p>
    <w:p w:rsidR="00864478" w:rsidRPr="00864478" w:rsidRDefault="00864478" w:rsidP="00864478">
      <w:pPr>
        <w:numPr>
          <w:ilvl w:val="0"/>
          <w:numId w:val="30"/>
        </w:numPr>
        <w:spacing w:after="160" w:line="259" w:lineRule="auto"/>
        <w:contextualSpacing/>
      </w:pPr>
      <w:r w:rsidRPr="00864478">
        <w:t>Schwefelsäure</w:t>
      </w:r>
    </w:p>
    <w:p w:rsidR="00FA6CF5" w:rsidRPr="00723619" w:rsidRDefault="00FA6CF5" w:rsidP="00723619"/>
    <w:sectPr w:rsidR="00FA6CF5" w:rsidRPr="0072361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324E53">
      <w:rPr>
        <w:color w:val="808080" w:themeColor="background1" w:themeShade="80"/>
      </w:rPr>
      <w:t>-ABC E</w:t>
    </w:r>
    <w:r w:rsidR="00531606">
      <w:rPr>
        <w:color w:val="808080" w:themeColor="background1" w:themeShade="80"/>
      </w:rPr>
      <w:t>insatz</w:t>
    </w:r>
    <w:r w:rsidR="00324E53">
      <w:rPr>
        <w:color w:val="808080" w:themeColor="background1" w:themeShade="80"/>
      </w:rPr>
      <w:t>-</w:t>
    </w:r>
  </w:p>
  <w:p w:rsidR="004C7F6F" w:rsidRPr="00645420" w:rsidRDefault="004C7F6F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Übungseinsätze C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BB10B1B"/>
    <w:multiLevelType w:val="hybridMultilevel"/>
    <w:tmpl w:val="A0DE05AE"/>
    <w:lvl w:ilvl="0" w:tplc="2E468870">
      <w:start w:val="1"/>
      <w:numFmt w:val="bullet"/>
      <w:lvlText w:val="-"/>
      <w:lvlJc w:val="left"/>
      <w:pPr>
        <w:ind w:left="249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07E3AFC"/>
    <w:multiLevelType w:val="hybridMultilevel"/>
    <w:tmpl w:val="B806473C"/>
    <w:lvl w:ilvl="0" w:tplc="AC18A72C">
      <w:start w:val="1"/>
      <w:numFmt w:val="bullet"/>
      <w:lvlText w:val="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61E0CED"/>
    <w:multiLevelType w:val="hybridMultilevel"/>
    <w:tmpl w:val="030064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F719BE"/>
    <w:multiLevelType w:val="hybridMultilevel"/>
    <w:tmpl w:val="39EC9804"/>
    <w:lvl w:ilvl="0" w:tplc="F11A0D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F1449E2"/>
    <w:multiLevelType w:val="hybridMultilevel"/>
    <w:tmpl w:val="8C7A892C"/>
    <w:lvl w:ilvl="0" w:tplc="882A45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36386"/>
    <w:multiLevelType w:val="hybridMultilevel"/>
    <w:tmpl w:val="A9BE59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C76705D"/>
    <w:multiLevelType w:val="hybridMultilevel"/>
    <w:tmpl w:val="5B0675F8"/>
    <w:lvl w:ilvl="0" w:tplc="6D54B760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22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7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21"/>
  </w:num>
  <w:num w:numId="5">
    <w:abstractNumId w:val="18"/>
  </w:num>
  <w:num w:numId="6">
    <w:abstractNumId w:val="13"/>
  </w:num>
  <w:num w:numId="7">
    <w:abstractNumId w:val="2"/>
  </w:num>
  <w:num w:numId="8">
    <w:abstractNumId w:val="1"/>
  </w:num>
  <w:num w:numId="9">
    <w:abstractNumId w:val="3"/>
  </w:num>
  <w:num w:numId="10">
    <w:abstractNumId w:val="7"/>
  </w:num>
  <w:num w:numId="11">
    <w:abstractNumId w:val="14"/>
  </w:num>
  <w:num w:numId="12">
    <w:abstractNumId w:val="24"/>
  </w:num>
  <w:num w:numId="13">
    <w:abstractNumId w:val="9"/>
  </w:num>
  <w:num w:numId="14">
    <w:abstractNumId w:val="26"/>
  </w:num>
  <w:num w:numId="15">
    <w:abstractNumId w:val="22"/>
  </w:num>
  <w:num w:numId="16">
    <w:abstractNumId w:val="0"/>
  </w:num>
  <w:num w:numId="17">
    <w:abstractNumId w:val="20"/>
  </w:num>
  <w:num w:numId="18">
    <w:abstractNumId w:val="11"/>
  </w:num>
  <w:num w:numId="19">
    <w:abstractNumId w:val="25"/>
  </w:num>
  <w:num w:numId="20">
    <w:abstractNumId w:val="23"/>
  </w:num>
  <w:num w:numId="21">
    <w:abstractNumId w:val="17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</w:num>
  <w:num w:numId="25">
    <w:abstractNumId w:val="8"/>
  </w:num>
  <w:num w:numId="26">
    <w:abstractNumId w:val="19"/>
  </w:num>
  <w:num w:numId="27">
    <w:abstractNumId w:val="16"/>
  </w:num>
  <w:num w:numId="28">
    <w:abstractNumId w:val="5"/>
  </w:num>
  <w:num w:numId="29">
    <w:abstractNumId w:val="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2B3CF6"/>
    <w:rsid w:val="00324E53"/>
    <w:rsid w:val="003406D3"/>
    <w:rsid w:val="003468B8"/>
    <w:rsid w:val="00367822"/>
    <w:rsid w:val="003D0E52"/>
    <w:rsid w:val="00422B97"/>
    <w:rsid w:val="0046478B"/>
    <w:rsid w:val="004C7F6F"/>
    <w:rsid w:val="004E013A"/>
    <w:rsid w:val="00512C57"/>
    <w:rsid w:val="00524D00"/>
    <w:rsid w:val="00531606"/>
    <w:rsid w:val="005609B8"/>
    <w:rsid w:val="00567BAA"/>
    <w:rsid w:val="00571179"/>
    <w:rsid w:val="005714B4"/>
    <w:rsid w:val="0059787C"/>
    <w:rsid w:val="005C6635"/>
    <w:rsid w:val="005F521C"/>
    <w:rsid w:val="00601269"/>
    <w:rsid w:val="006044DA"/>
    <w:rsid w:val="00645420"/>
    <w:rsid w:val="006651BD"/>
    <w:rsid w:val="00672D37"/>
    <w:rsid w:val="006B3B90"/>
    <w:rsid w:val="00716F30"/>
    <w:rsid w:val="00723619"/>
    <w:rsid w:val="00741EA2"/>
    <w:rsid w:val="00781458"/>
    <w:rsid w:val="00783AC3"/>
    <w:rsid w:val="007958FA"/>
    <w:rsid w:val="007D0089"/>
    <w:rsid w:val="00864478"/>
    <w:rsid w:val="009D6BFD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D480F"/>
    <w:rsid w:val="00BF01C0"/>
    <w:rsid w:val="00C048C8"/>
    <w:rsid w:val="00C76EC2"/>
    <w:rsid w:val="00C929F7"/>
    <w:rsid w:val="00C930DE"/>
    <w:rsid w:val="00D02572"/>
    <w:rsid w:val="00D12029"/>
    <w:rsid w:val="00D550DB"/>
    <w:rsid w:val="00D75E37"/>
    <w:rsid w:val="00D86066"/>
    <w:rsid w:val="00DF4661"/>
    <w:rsid w:val="00E2673F"/>
    <w:rsid w:val="00E6497E"/>
    <w:rsid w:val="00EE1FB0"/>
    <w:rsid w:val="00F1263B"/>
    <w:rsid w:val="00F7031D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44DA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53EEB-1E25-4B66-BCD8-9D1DBEF0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6662E1C.dotm</Template>
  <TotalTime>0</TotalTime>
  <Pages>2</Pages>
  <Words>280</Words>
  <Characters>1770</Characters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2017-03-26T10:52:00Z</dcterms:created>
  <dcterms:modified xsi:type="dcterms:W3CDTF">2017-03-26T10:52:00Z</dcterms:modified>
</cp:coreProperties>
</file>